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90C45" w14:paraId="5D49C324" w14:textId="77777777" w:rsidTr="00AA1123">
        <w:tc>
          <w:tcPr>
            <w:tcW w:w="2689" w:type="dxa"/>
          </w:tcPr>
          <w:p w14:paraId="468CBBFE" w14:textId="77777777" w:rsidR="00F90C45" w:rsidRPr="00F90C45" w:rsidRDefault="00F90C45" w:rsidP="00F90C45">
            <w:pPr>
              <w:pStyle w:val="SIText"/>
            </w:pPr>
            <w:bookmarkStart w:id="0" w:name="_Hlk51573542"/>
            <w:r w:rsidRPr="00ED2257">
              <w:t>Release 2</w:t>
            </w:r>
          </w:p>
        </w:tc>
        <w:tc>
          <w:tcPr>
            <w:tcW w:w="6939" w:type="dxa"/>
          </w:tcPr>
          <w:p w14:paraId="2014E960" w14:textId="77777777" w:rsidR="00F90C45" w:rsidRPr="00F90C45" w:rsidRDefault="00F90C45" w:rsidP="00F90C45">
            <w:pPr>
              <w:pStyle w:val="SIText"/>
            </w:pPr>
            <w:r w:rsidRPr="00ED2257">
              <w:t xml:space="preserve">This version released with AHC Agriculture, Horticulture, Conservation and Land Management Training Package Version </w:t>
            </w:r>
            <w:r w:rsidRPr="00F90C45">
              <w:t>7.0.</w:t>
            </w:r>
          </w:p>
        </w:tc>
      </w:tr>
      <w:bookmarkEnd w:id="0"/>
      <w:tr w:rsidR="00DA50A8" w14:paraId="6EFE5838" w14:textId="77777777" w:rsidTr="00146EEC">
        <w:tc>
          <w:tcPr>
            <w:tcW w:w="2689" w:type="dxa"/>
          </w:tcPr>
          <w:p w14:paraId="758894CA" w14:textId="3D2AC985" w:rsidR="00DA50A8" w:rsidRPr="00DA50A8" w:rsidRDefault="00DA50A8" w:rsidP="00DA50A8">
            <w:pPr>
              <w:pStyle w:val="SIText"/>
            </w:pPr>
            <w:r w:rsidRPr="00DA50A8">
              <w:t>Release 1</w:t>
            </w:r>
          </w:p>
        </w:tc>
        <w:tc>
          <w:tcPr>
            <w:tcW w:w="6939" w:type="dxa"/>
          </w:tcPr>
          <w:p w14:paraId="13C1058B" w14:textId="2D81D76C" w:rsidR="00DA50A8" w:rsidRPr="00DA50A8" w:rsidRDefault="00DA50A8" w:rsidP="00DA50A8">
            <w:pPr>
              <w:pStyle w:val="SIText"/>
            </w:pPr>
            <w:r w:rsidRPr="00DA50A8">
              <w:t>This version released with AHC Agriculture, Horticulture and Conservation and Land Management Training Package Version 1.0.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186664DA" w:rsidR="00F1480E" w:rsidRPr="000754EC" w:rsidRDefault="00E933B0" w:rsidP="000754EC">
            <w:pPr>
              <w:pStyle w:val="SIUNITCODE"/>
            </w:pPr>
            <w:r>
              <w:t>AHC</w:t>
            </w:r>
            <w:r w:rsidR="00A36156">
              <w:t>LSC</w:t>
            </w:r>
            <w:r w:rsidR="008576F1">
              <w:t>30</w:t>
            </w:r>
            <w:r w:rsidR="008323ED">
              <w:t>9</w:t>
            </w:r>
          </w:p>
        </w:tc>
        <w:tc>
          <w:tcPr>
            <w:tcW w:w="3604" w:type="pct"/>
            <w:shd w:val="clear" w:color="auto" w:fill="auto"/>
          </w:tcPr>
          <w:p w14:paraId="68240ED7" w14:textId="656DDF48" w:rsidR="00F1480E" w:rsidRPr="000754EC" w:rsidRDefault="008323ED" w:rsidP="000754EC">
            <w:pPr>
              <w:pStyle w:val="SIUnittitle"/>
            </w:pPr>
            <w:r w:rsidRPr="008323ED">
              <w:t>Install water features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3D374B1" w14:textId="73B3B621" w:rsidR="008323ED" w:rsidRPr="008323ED" w:rsidRDefault="008323ED" w:rsidP="008323ED">
            <w:pPr>
              <w:pStyle w:val="SIText"/>
            </w:pPr>
            <w:r w:rsidRPr="008323ED">
              <w:t>This unit of competency describes the skills and knowledge required to install water features</w:t>
            </w:r>
            <w:r w:rsidR="00187C90">
              <w:t xml:space="preserve">, </w:t>
            </w:r>
            <w:r w:rsidR="00187C90" w:rsidRPr="00187C90">
              <w:t xml:space="preserve">including preparing for work, setting out </w:t>
            </w:r>
            <w:r w:rsidR="00187C90">
              <w:t xml:space="preserve">and preparing </w:t>
            </w:r>
            <w:r w:rsidR="00187C90" w:rsidRPr="00187C90">
              <w:t xml:space="preserve">site, </w:t>
            </w:r>
            <w:r w:rsidR="00187C90">
              <w:t>installing water feature and accessories</w:t>
            </w:r>
            <w:r w:rsidR="00187C90" w:rsidRPr="00187C90">
              <w:t xml:space="preserve">, </w:t>
            </w:r>
            <w:proofErr w:type="gramStart"/>
            <w:r w:rsidR="00187C90" w:rsidRPr="00187C90">
              <w:t>checking</w:t>
            </w:r>
            <w:proofErr w:type="gramEnd"/>
            <w:r w:rsidR="00187C90" w:rsidRPr="00187C90">
              <w:t xml:space="preserve"> and cleaning up site</w:t>
            </w:r>
            <w:r w:rsidRPr="008323ED">
              <w:t>. Water features may include waterfalls, ponds, waterways and fountains. They may be prefabricated as supplied by irrigation suppliers and garden centres or formed</w:t>
            </w:r>
            <w:r w:rsidR="00187C90">
              <w:t xml:space="preserve"> on site</w:t>
            </w:r>
            <w:r w:rsidRPr="008323ED">
              <w:t>.</w:t>
            </w:r>
          </w:p>
          <w:p w14:paraId="13CA3531" w14:textId="77777777" w:rsidR="008323ED" w:rsidRPr="008323ED" w:rsidRDefault="008323ED" w:rsidP="008323ED">
            <w:pPr>
              <w:pStyle w:val="SIText"/>
            </w:pPr>
          </w:p>
          <w:p w14:paraId="72308B1B" w14:textId="196CB842" w:rsidR="008323ED" w:rsidRPr="008323ED" w:rsidRDefault="008323ED" w:rsidP="008323ED">
            <w:pPr>
              <w:pStyle w:val="SIText"/>
            </w:pPr>
            <w:r w:rsidRPr="008323ED">
              <w:t>Th</w:t>
            </w:r>
            <w:r w:rsidR="00187C90">
              <w:t>e</w:t>
            </w:r>
            <w:r w:rsidRPr="008323ED">
              <w:t xml:space="preserve"> unit applies to individuals who </w:t>
            </w:r>
            <w:r w:rsidR="00187C90">
              <w:t xml:space="preserve">install water features under broad </w:t>
            </w:r>
            <w:proofErr w:type="gramStart"/>
            <w:r w:rsidR="00187C90">
              <w:t>direction, and</w:t>
            </w:r>
            <w:proofErr w:type="gramEnd"/>
            <w:r w:rsidR="00187C90" w:rsidRPr="00187C90">
              <w:t xml:space="preserve"> </w:t>
            </w:r>
            <w:r w:rsidRPr="008323ED">
              <w:t>take responsibility for their own work and for the quality of the work of others.</w:t>
            </w:r>
          </w:p>
          <w:p w14:paraId="7A3B58D5" w14:textId="77777777" w:rsidR="008323ED" w:rsidRPr="008323ED" w:rsidRDefault="008323ED" w:rsidP="008323ED">
            <w:pPr>
              <w:pStyle w:val="SIText"/>
            </w:pPr>
          </w:p>
          <w:p w14:paraId="034C6C33" w14:textId="76B3B899" w:rsidR="00373436" w:rsidRPr="000754EC" w:rsidRDefault="008323ED" w:rsidP="00DA50A8">
            <w:pPr>
              <w:pStyle w:val="SIText"/>
            </w:pPr>
            <w:r w:rsidRPr="008323ED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6A8BEC86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5D2F32AF" w:rsidR="00F1480E" w:rsidRPr="000754EC" w:rsidRDefault="00A36156" w:rsidP="000754EC">
            <w:pPr>
              <w:pStyle w:val="SIText"/>
            </w:pPr>
            <w:r>
              <w:t>Landscape (LSC)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323ED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0889C7E1" w:rsidR="008323ED" w:rsidRPr="008323ED" w:rsidRDefault="008323ED" w:rsidP="008323ED">
            <w:pPr>
              <w:pStyle w:val="SIText"/>
            </w:pPr>
            <w:r w:rsidRPr="008323ED">
              <w:t>1. Plan and prepare work</w:t>
            </w:r>
          </w:p>
        </w:tc>
        <w:tc>
          <w:tcPr>
            <w:tcW w:w="3604" w:type="pct"/>
            <w:shd w:val="clear" w:color="auto" w:fill="auto"/>
          </w:tcPr>
          <w:p w14:paraId="28C5AA27" w14:textId="2E48F8A7" w:rsidR="008323ED" w:rsidRPr="008323ED" w:rsidRDefault="008323ED" w:rsidP="008323ED">
            <w:r w:rsidRPr="008323ED">
              <w:t xml:space="preserve">1.1 Interpret </w:t>
            </w:r>
            <w:r w:rsidR="00187C90">
              <w:t xml:space="preserve">site </w:t>
            </w:r>
            <w:r w:rsidRPr="008323ED">
              <w:t>plans and specifications</w:t>
            </w:r>
          </w:p>
          <w:p w14:paraId="421D6279" w14:textId="67BDCBED" w:rsidR="008323ED" w:rsidRPr="008323ED" w:rsidRDefault="008323ED" w:rsidP="008323ED">
            <w:r w:rsidRPr="008323ED">
              <w:t xml:space="preserve">1.2 </w:t>
            </w:r>
            <w:r w:rsidR="00187C90" w:rsidRPr="00365EA3">
              <w:t xml:space="preserve">Identify </w:t>
            </w:r>
            <w:r w:rsidR="00187C90" w:rsidRPr="00187C90">
              <w:t>potential hazards and risks, and implement safe working practices to manage risks</w:t>
            </w:r>
          </w:p>
          <w:p w14:paraId="7C57A0A8" w14:textId="77453729" w:rsidR="008323ED" w:rsidRPr="008323ED" w:rsidRDefault="008323ED" w:rsidP="008323ED">
            <w:r w:rsidRPr="008323ED">
              <w:t xml:space="preserve">1.3 </w:t>
            </w:r>
            <w:r w:rsidR="00187C90" w:rsidRPr="008323ED">
              <w:t>Check the quantity and quality of materials</w:t>
            </w:r>
          </w:p>
          <w:p w14:paraId="48BB5207" w14:textId="35620799" w:rsidR="008323ED" w:rsidRPr="008323ED" w:rsidRDefault="008323ED" w:rsidP="008323ED">
            <w:r w:rsidRPr="008323ED">
              <w:t xml:space="preserve">1.4 </w:t>
            </w:r>
            <w:r w:rsidR="00187C90" w:rsidRPr="00DA50A8">
              <w:t xml:space="preserve">Select tools and equipment </w:t>
            </w:r>
            <w:r w:rsidR="00187C90" w:rsidRPr="00187C90">
              <w:t>required for installation work and check for serviceability</w:t>
            </w:r>
          </w:p>
          <w:p w14:paraId="5546C044" w14:textId="0CCA3B0C" w:rsidR="008323ED" w:rsidRPr="008323ED" w:rsidRDefault="008323ED" w:rsidP="008323ED">
            <w:r w:rsidRPr="008323ED">
              <w:t>1.5 Select</w:t>
            </w:r>
            <w:r w:rsidR="003D00B3">
              <w:t>, fit,</w:t>
            </w:r>
            <w:r w:rsidRPr="008323ED">
              <w:t xml:space="preserve"> </w:t>
            </w:r>
            <w:proofErr w:type="gramStart"/>
            <w:r w:rsidRPr="008323ED">
              <w:t>use</w:t>
            </w:r>
            <w:proofErr w:type="gramEnd"/>
            <w:r w:rsidR="003D00B3">
              <w:t xml:space="preserve"> and maintain</w:t>
            </w:r>
            <w:r w:rsidRPr="008323ED">
              <w:t xml:space="preserve"> personal protective equipment (PPE)</w:t>
            </w:r>
            <w:r w:rsidR="003D00B3">
              <w:t xml:space="preserve"> applicable to the task</w:t>
            </w:r>
          </w:p>
          <w:p w14:paraId="1696B99B" w14:textId="164AD5DC" w:rsidR="008323ED" w:rsidRPr="008323ED" w:rsidRDefault="008323ED" w:rsidP="008323ED">
            <w:r w:rsidRPr="008323ED">
              <w:t>1.6 Identify the environmental implications of constructing water features</w:t>
            </w:r>
          </w:p>
        </w:tc>
      </w:tr>
      <w:tr w:rsidR="008323ED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4FFB14A4" w:rsidR="008323ED" w:rsidRPr="008323ED" w:rsidRDefault="008323ED" w:rsidP="008323ED">
            <w:pPr>
              <w:pStyle w:val="SIText"/>
            </w:pPr>
            <w:r w:rsidRPr="008323ED">
              <w:t>2. Set out and prepare the site</w:t>
            </w:r>
          </w:p>
        </w:tc>
        <w:tc>
          <w:tcPr>
            <w:tcW w:w="3604" w:type="pct"/>
            <w:shd w:val="clear" w:color="auto" w:fill="auto"/>
          </w:tcPr>
          <w:p w14:paraId="6E53A880" w14:textId="744BF1C8" w:rsidR="008323ED" w:rsidRPr="008323ED" w:rsidRDefault="008323ED" w:rsidP="008323ED">
            <w:r w:rsidRPr="008323ED">
              <w:t xml:space="preserve">2.1 </w:t>
            </w:r>
            <w:r w:rsidR="003D00B3">
              <w:t xml:space="preserve">Determine, </w:t>
            </w:r>
            <w:proofErr w:type="gramStart"/>
            <w:r w:rsidR="003D00B3">
              <w:t>l</w:t>
            </w:r>
            <w:r w:rsidRPr="008323ED">
              <w:t>ocate</w:t>
            </w:r>
            <w:proofErr w:type="gramEnd"/>
            <w:r w:rsidRPr="008323ED">
              <w:t xml:space="preserve"> </w:t>
            </w:r>
            <w:r w:rsidR="003D00B3">
              <w:t xml:space="preserve">and mark out </w:t>
            </w:r>
            <w:r w:rsidRPr="008323ED">
              <w:t xml:space="preserve">services </w:t>
            </w:r>
            <w:r w:rsidR="003D00B3">
              <w:t>from site plan</w:t>
            </w:r>
          </w:p>
          <w:p w14:paraId="1A7416EF" w14:textId="77777777" w:rsidR="008323ED" w:rsidRPr="008323ED" w:rsidRDefault="008323ED" w:rsidP="008323ED">
            <w:r w:rsidRPr="008323ED">
              <w:t>2.2 Determine the exact location and depth of excavations and mark out accordingly</w:t>
            </w:r>
          </w:p>
          <w:p w14:paraId="72A09FF8" w14:textId="77777777" w:rsidR="008323ED" w:rsidRPr="008323ED" w:rsidRDefault="008323ED" w:rsidP="008323ED">
            <w:r w:rsidRPr="008323ED">
              <w:t>2.3 Excavate site to the shape, depth and dimensions as marked out</w:t>
            </w:r>
          </w:p>
          <w:p w14:paraId="1725E26F" w14:textId="77777777" w:rsidR="008323ED" w:rsidRPr="008323ED" w:rsidRDefault="008323ED" w:rsidP="008323ED">
            <w:r w:rsidRPr="008323ED">
              <w:t>2.4 Construct drainage systems as specified</w:t>
            </w:r>
          </w:p>
          <w:p w14:paraId="236C812F" w14:textId="77777777" w:rsidR="008323ED" w:rsidRPr="008323ED" w:rsidRDefault="008323ED" w:rsidP="008323ED">
            <w:r w:rsidRPr="008323ED">
              <w:t>2.5 Place and compact bedding material to the required finished levels</w:t>
            </w:r>
          </w:p>
          <w:p w14:paraId="6BB72E57" w14:textId="14A4BF25" w:rsidR="008323ED" w:rsidRPr="008323ED" w:rsidRDefault="008323ED" w:rsidP="008323ED">
            <w:pPr>
              <w:pStyle w:val="SIText"/>
            </w:pPr>
            <w:r w:rsidRPr="008323ED">
              <w:t>2.6 Sort and stockpile soil and waste material ready for removal, reuse or recycling</w:t>
            </w:r>
          </w:p>
        </w:tc>
      </w:tr>
      <w:tr w:rsidR="008323ED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0F45A478" w:rsidR="008323ED" w:rsidRPr="008323ED" w:rsidRDefault="008323ED" w:rsidP="008323ED">
            <w:pPr>
              <w:pStyle w:val="SIText"/>
            </w:pPr>
            <w:r w:rsidRPr="008323ED">
              <w:t>3. Install water feature and accessories</w:t>
            </w:r>
          </w:p>
        </w:tc>
        <w:tc>
          <w:tcPr>
            <w:tcW w:w="3604" w:type="pct"/>
            <w:shd w:val="clear" w:color="auto" w:fill="auto"/>
          </w:tcPr>
          <w:p w14:paraId="7DC341A4" w14:textId="77777777" w:rsidR="008323ED" w:rsidRPr="008323ED" w:rsidRDefault="008323ED" w:rsidP="008323ED">
            <w:r w:rsidRPr="008323ED">
              <w:t>3.1 Install the waterproof membrane, prefabricated shell or formed 'in situ' feature as specified</w:t>
            </w:r>
          </w:p>
          <w:p w14:paraId="46BA3DAB" w14:textId="77777777" w:rsidR="008323ED" w:rsidRPr="008323ED" w:rsidRDefault="008323ED" w:rsidP="008323ED">
            <w:r w:rsidRPr="008323ED">
              <w:t>3.2 Install all accessories to the feature as specified with consideration to safety issues</w:t>
            </w:r>
          </w:p>
          <w:p w14:paraId="71DCA428" w14:textId="77777777" w:rsidR="008323ED" w:rsidRPr="008323ED" w:rsidRDefault="008323ED" w:rsidP="008323ED">
            <w:r w:rsidRPr="008323ED">
              <w:t>3.3 Fill the feature with water, test for leaks and repair accordingly</w:t>
            </w:r>
          </w:p>
          <w:p w14:paraId="7C104250" w14:textId="389286F8" w:rsidR="008323ED" w:rsidRPr="008323ED" w:rsidRDefault="008323ED" w:rsidP="008323ED">
            <w:pPr>
              <w:pStyle w:val="SIText"/>
            </w:pPr>
            <w:r w:rsidRPr="008323ED">
              <w:t>3.4 Treat water to remove or neutralise contaminants resulting from excavation and installation work</w:t>
            </w:r>
          </w:p>
        </w:tc>
      </w:tr>
      <w:tr w:rsidR="008323ED" w:rsidRPr="00963A46" w14:paraId="3562277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09E979" w14:textId="6850BC6C" w:rsidR="008323ED" w:rsidRPr="008323ED" w:rsidRDefault="008323ED" w:rsidP="008323ED">
            <w:pPr>
              <w:pStyle w:val="SIText"/>
            </w:pPr>
            <w:r w:rsidRPr="008323ED">
              <w:lastRenderedPageBreak/>
              <w:t>4. Check quality of work and clean-up site</w:t>
            </w:r>
          </w:p>
        </w:tc>
        <w:tc>
          <w:tcPr>
            <w:tcW w:w="3604" w:type="pct"/>
            <w:shd w:val="clear" w:color="auto" w:fill="auto"/>
          </w:tcPr>
          <w:p w14:paraId="7C595D63" w14:textId="77777777" w:rsidR="008323ED" w:rsidRPr="008323ED" w:rsidRDefault="008323ED" w:rsidP="008323ED">
            <w:r w:rsidRPr="008323ED">
              <w:t>4.1 Check any mechanical features and adjust to ensure correct operation</w:t>
            </w:r>
          </w:p>
          <w:p w14:paraId="22A3F965" w14:textId="77777777" w:rsidR="003D00B3" w:rsidRDefault="008323ED" w:rsidP="008323ED">
            <w:r w:rsidRPr="008323ED">
              <w:t xml:space="preserve">4.2 </w:t>
            </w:r>
            <w:r w:rsidR="003D00B3" w:rsidRPr="008323ED">
              <w:t xml:space="preserve">Inspect quality of finished works to ensure </w:t>
            </w:r>
            <w:r w:rsidR="003D00B3" w:rsidRPr="003D00B3">
              <w:t>the required standard has been achieved</w:t>
            </w:r>
          </w:p>
          <w:p w14:paraId="0B609D39" w14:textId="5518EF2A" w:rsidR="008323ED" w:rsidRPr="008323ED" w:rsidRDefault="003D00B3" w:rsidP="008323ED">
            <w:r>
              <w:t xml:space="preserve">4.3 </w:t>
            </w:r>
            <w:r w:rsidR="008323ED" w:rsidRPr="008323ED">
              <w:t>Clean debris from structure and site</w:t>
            </w:r>
          </w:p>
          <w:p w14:paraId="147C49BC" w14:textId="082491BF" w:rsidR="008323ED" w:rsidRPr="008323ED" w:rsidRDefault="008323ED" w:rsidP="008323ED">
            <w:r w:rsidRPr="008323ED">
              <w:t>4.</w:t>
            </w:r>
            <w:r w:rsidR="003D00B3">
              <w:t>4</w:t>
            </w:r>
            <w:r w:rsidRPr="008323ED">
              <w:t xml:space="preserve"> Dispose of </w:t>
            </w:r>
            <w:r w:rsidR="003D00B3">
              <w:t xml:space="preserve">or recycle </w:t>
            </w:r>
            <w:r w:rsidRPr="008323ED">
              <w:t xml:space="preserve">soil and waste material </w:t>
            </w:r>
            <w:r w:rsidR="003D00B3">
              <w:t>from the site</w:t>
            </w:r>
          </w:p>
          <w:p w14:paraId="7F256358" w14:textId="7DF8082D" w:rsidR="008323ED" w:rsidRPr="008323ED" w:rsidRDefault="008323ED" w:rsidP="008323ED">
            <w:r w:rsidRPr="008323ED">
              <w:t>4.</w:t>
            </w:r>
            <w:r w:rsidR="003D00B3">
              <w:t>5</w:t>
            </w:r>
            <w:r w:rsidRPr="008323ED">
              <w:t xml:space="preserve"> Clean, maintain and store tools and equipment</w:t>
            </w:r>
          </w:p>
          <w:p w14:paraId="594E8C1D" w14:textId="392A894C" w:rsidR="008323ED" w:rsidRPr="008323ED" w:rsidRDefault="008323ED" w:rsidP="008323ED">
            <w:r w:rsidRPr="008323ED">
              <w:t>4.</w:t>
            </w:r>
            <w:r w:rsidR="003D00B3">
              <w:t>6</w:t>
            </w:r>
            <w:r w:rsidRPr="008323ED">
              <w:t xml:space="preserve"> </w:t>
            </w:r>
            <w:r w:rsidR="003D00B3">
              <w:t>Identify and report unserviceable tools and equipment according to workplace procedures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4151F" w:rsidRPr="00336FCA" w:rsidDel="00423CB2" w14:paraId="1CF24FD6" w14:textId="77777777" w:rsidTr="00CA2922">
        <w:tc>
          <w:tcPr>
            <w:tcW w:w="1396" w:type="pct"/>
          </w:tcPr>
          <w:p w14:paraId="6D88B952" w14:textId="388E9C09" w:rsidR="00F4151F" w:rsidRPr="00F4151F" w:rsidRDefault="00F4151F" w:rsidP="00F4151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4151F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1B7CC730" w14:textId="1D0B2CD5" w:rsidR="00F4151F" w:rsidRPr="00F4151F" w:rsidRDefault="00F4151F" w:rsidP="0044154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F4151F">
              <w:rPr>
                <w:rStyle w:val="SITemporaryText-red"/>
                <w:rFonts w:eastAsia="Calibri"/>
                <w:color w:val="auto"/>
                <w:sz w:val="20"/>
              </w:rPr>
              <w:t xml:space="preserve">Use clear </w:t>
            </w:r>
            <w:r w:rsidRPr="00441540">
              <w:rPr>
                <w:rStyle w:val="SITemporaryText-red"/>
                <w:rFonts w:eastAsia="Calibri"/>
                <w:color w:val="auto"/>
                <w:sz w:val="20"/>
              </w:rPr>
              <w:t>language</w:t>
            </w:r>
            <w:r w:rsidR="00441540" w:rsidRPr="00441540">
              <w:rPr>
                <w:rFonts w:eastAsia="Calibri"/>
              </w:rPr>
              <w:t xml:space="preserve"> </w:t>
            </w:r>
            <w:r w:rsidR="00441540" w:rsidRPr="00441540">
              <w:rPr>
                <w:rStyle w:val="SITemporaryText-red"/>
                <w:rFonts w:eastAsia="Calibri"/>
                <w:color w:val="auto"/>
                <w:sz w:val="20"/>
              </w:rPr>
              <w:t>and industry standard terminology</w:t>
            </w:r>
            <w:r w:rsidRPr="00441540">
              <w:rPr>
                <w:rStyle w:val="SITemporaryText-red"/>
                <w:rFonts w:eastAsia="Calibri"/>
                <w:color w:val="auto"/>
                <w:sz w:val="20"/>
              </w:rPr>
              <w:t xml:space="preserve"> to report tool and equipment unserviceability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4151F" w14:paraId="7EFB7203" w14:textId="77777777" w:rsidTr="00F33FF2">
        <w:tc>
          <w:tcPr>
            <w:tcW w:w="1028" w:type="pct"/>
          </w:tcPr>
          <w:p w14:paraId="3E041F10" w14:textId="77777777" w:rsidR="00F4151F" w:rsidRDefault="00F4151F" w:rsidP="00F4151F">
            <w:pPr>
              <w:pStyle w:val="SIText"/>
            </w:pPr>
            <w:r>
              <w:t>AHCLSC309 Install water features</w:t>
            </w:r>
          </w:p>
          <w:p w14:paraId="6B803FA7" w14:textId="7C891148" w:rsidR="00F4151F" w:rsidRPr="00DA50A8" w:rsidRDefault="00F4151F" w:rsidP="00F4151F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0A9A136D" w14:textId="77777777" w:rsidR="00F4151F" w:rsidRDefault="00F4151F" w:rsidP="00F4151F">
            <w:pPr>
              <w:pStyle w:val="SIText"/>
            </w:pPr>
            <w:r>
              <w:t>AHCLSC309 Install water features</w:t>
            </w:r>
          </w:p>
          <w:p w14:paraId="3216D365" w14:textId="13628718" w:rsidR="00F4151F" w:rsidRPr="00DA50A8" w:rsidRDefault="00F4151F" w:rsidP="00F4151F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0D0370B3" w14:textId="77777777" w:rsidR="00F4151F" w:rsidRPr="00F4151F" w:rsidRDefault="00F4151F" w:rsidP="00F4151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4151F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58072C03" w14:textId="77777777" w:rsidR="00F4151F" w:rsidRPr="00F4151F" w:rsidRDefault="00F4151F" w:rsidP="00F4151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4151F">
              <w:rPr>
                <w:rStyle w:val="SITemporaryText-red"/>
                <w:color w:val="auto"/>
                <w:sz w:val="20"/>
              </w:rPr>
              <w:t>Minor changes to performance criteria</w:t>
            </w:r>
          </w:p>
          <w:p w14:paraId="263056A5" w14:textId="77777777" w:rsidR="00F4151F" w:rsidRPr="00F4151F" w:rsidRDefault="00F4151F" w:rsidP="00F4151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4151F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30B8888F" w14:textId="2778AC78" w:rsidR="00F4151F" w:rsidRPr="00F4151F" w:rsidRDefault="00F4151F" w:rsidP="00F4151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4151F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325B98A3" w14:textId="72889FF0" w:rsidR="00F4151F" w:rsidRPr="00F4151F" w:rsidRDefault="00F4151F" w:rsidP="00F4151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4151F">
              <w:rPr>
                <w:rStyle w:val="SITemporaryText-blue"/>
                <w:color w:val="auto"/>
                <w:sz w:val="20"/>
              </w:rPr>
              <w:t>Equivalent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FE1E8F9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202669EA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323ED" w:rsidRPr="008323ED">
              <w:t>AHCLSC309 Install water features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2E295A">
        <w:trPr>
          <w:trHeight w:val="2300"/>
        </w:trPr>
        <w:tc>
          <w:tcPr>
            <w:tcW w:w="5000" w:type="pct"/>
            <w:gridSpan w:val="2"/>
            <w:shd w:val="clear" w:color="auto" w:fill="auto"/>
          </w:tcPr>
          <w:p w14:paraId="6BFF6ACC" w14:textId="4CA3E1F3" w:rsidR="00DA54B5" w:rsidRPr="002E295A" w:rsidRDefault="00DA54B5" w:rsidP="002E295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E295A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2E295A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2E295A">
              <w:rPr>
                <w:rStyle w:val="SITemporaryText-red"/>
                <w:color w:val="auto"/>
                <w:sz w:val="20"/>
              </w:rPr>
              <w:t xml:space="preserve"> the elements and performance criteria in this unit.</w:t>
            </w:r>
          </w:p>
          <w:p w14:paraId="40B110DE" w14:textId="1DDB6D50" w:rsidR="00DA54B5" w:rsidRPr="004A3E73" w:rsidRDefault="00DA54B5" w:rsidP="004A3E7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E295A">
              <w:rPr>
                <w:rStyle w:val="SITemporaryText-red"/>
                <w:color w:val="auto"/>
                <w:sz w:val="20"/>
              </w:rPr>
              <w:t xml:space="preserve">There must be evidence that the individual </w:t>
            </w:r>
            <w:r w:rsidRPr="004A3E73">
              <w:rPr>
                <w:rStyle w:val="SITemporaryText-red"/>
                <w:color w:val="auto"/>
                <w:sz w:val="20"/>
              </w:rPr>
              <w:t>has</w:t>
            </w:r>
            <w:r w:rsidR="00F4151F" w:rsidRPr="004A3E73">
              <w:rPr>
                <w:rStyle w:val="SITemporaryText-red"/>
                <w:color w:val="auto"/>
                <w:sz w:val="20"/>
              </w:rPr>
              <w:t xml:space="preserve"> installed water features on at least two occasions and has</w:t>
            </w:r>
            <w:r w:rsidRPr="004A3E73">
              <w:rPr>
                <w:rStyle w:val="SITemporaryText-red"/>
                <w:color w:val="auto"/>
                <w:sz w:val="20"/>
              </w:rPr>
              <w:t>:</w:t>
            </w:r>
          </w:p>
          <w:p w14:paraId="0D3335BD" w14:textId="77777777" w:rsidR="00F4151F" w:rsidRPr="00F4151F" w:rsidRDefault="00F4151F" w:rsidP="00F4151F">
            <w:pPr>
              <w:pStyle w:val="SIBulletList1"/>
            </w:pPr>
            <w:r>
              <w:t>applied workplace health and safety requirements</w:t>
            </w:r>
          </w:p>
          <w:p w14:paraId="00A1403F" w14:textId="0116F427" w:rsidR="00F4151F" w:rsidRPr="00F4151F" w:rsidRDefault="00F4151F" w:rsidP="00F4151F">
            <w:pPr>
              <w:pStyle w:val="SIBulletList1"/>
            </w:pPr>
            <w:r>
              <w:t xml:space="preserve">selected, </w:t>
            </w:r>
            <w:proofErr w:type="gramStart"/>
            <w:r>
              <w:t>used</w:t>
            </w:r>
            <w:proofErr w:type="gramEnd"/>
            <w:r w:rsidRPr="00F4151F">
              <w:t xml:space="preserve"> and maintained tools and equipment required for </w:t>
            </w:r>
            <w:r w:rsidR="004A3E73">
              <w:t>installation of</w:t>
            </w:r>
            <w:r w:rsidRPr="00F4151F">
              <w:t xml:space="preserve"> </w:t>
            </w:r>
            <w:r w:rsidR="004A3E73">
              <w:t>w</w:t>
            </w:r>
            <w:r w:rsidRPr="00F4151F">
              <w:t>a</w:t>
            </w:r>
            <w:r w:rsidR="004A3E73">
              <w:t>ter</w:t>
            </w:r>
            <w:r w:rsidRPr="00F4151F">
              <w:t xml:space="preserve"> features</w:t>
            </w:r>
          </w:p>
          <w:p w14:paraId="452A6749" w14:textId="3B1A7C80" w:rsidR="00F4151F" w:rsidRPr="00F4151F" w:rsidRDefault="00F4151F" w:rsidP="00F4151F">
            <w:pPr>
              <w:pStyle w:val="SIBulletList1"/>
            </w:pPr>
            <w:r>
              <w:t>interpreted site plans and specifications</w:t>
            </w:r>
          </w:p>
          <w:p w14:paraId="2A55831C" w14:textId="48BCDA9D" w:rsidR="004A3E73" w:rsidRDefault="004A3E73" w:rsidP="008323ED">
            <w:pPr>
              <w:pStyle w:val="SIBulletList1"/>
            </w:pPr>
            <w:r>
              <w:t>planned set out and prepared a water feature site using site plans and specifications</w:t>
            </w:r>
          </w:p>
          <w:p w14:paraId="335ED5F6" w14:textId="77777777" w:rsidR="004A3E73" w:rsidRDefault="004A3E73" w:rsidP="008323ED">
            <w:pPr>
              <w:pStyle w:val="SIBulletList1"/>
            </w:pPr>
            <w:r>
              <w:t>marked out a site for water features according to design drawing and specifications</w:t>
            </w:r>
          </w:p>
          <w:p w14:paraId="5D975DD4" w14:textId="58430998" w:rsidR="008323ED" w:rsidRPr="008323ED" w:rsidRDefault="008323ED" w:rsidP="008323ED">
            <w:pPr>
              <w:pStyle w:val="SIBulletList1"/>
            </w:pPr>
            <w:r w:rsidRPr="008323ED">
              <w:t>use</w:t>
            </w:r>
            <w:r w:rsidR="004A3E73">
              <w:t>d</w:t>
            </w:r>
            <w:r w:rsidRPr="008323ED">
              <w:t xml:space="preserve"> surveying instruments</w:t>
            </w:r>
          </w:p>
          <w:p w14:paraId="38C82930" w14:textId="40F8F9C7" w:rsidR="008323ED" w:rsidRPr="008323ED" w:rsidRDefault="008323ED" w:rsidP="008323ED">
            <w:pPr>
              <w:pStyle w:val="SIBulletList1"/>
            </w:pPr>
            <w:r w:rsidRPr="008323ED">
              <w:t>measure</w:t>
            </w:r>
            <w:r w:rsidR="004A3E73">
              <w:t>d</w:t>
            </w:r>
            <w:r w:rsidRPr="008323ED">
              <w:t xml:space="preserve"> and calculate</w:t>
            </w:r>
            <w:r w:rsidR="004A3E73">
              <w:t>d</w:t>
            </w:r>
            <w:r w:rsidRPr="008323ED">
              <w:t xml:space="preserve"> area, </w:t>
            </w:r>
            <w:proofErr w:type="gramStart"/>
            <w:r w:rsidRPr="008323ED">
              <w:t>depth</w:t>
            </w:r>
            <w:proofErr w:type="gramEnd"/>
            <w:r w:rsidRPr="008323ED">
              <w:t xml:space="preserve"> and volume</w:t>
            </w:r>
          </w:p>
          <w:p w14:paraId="71E0E88E" w14:textId="14E95B96" w:rsidR="008323ED" w:rsidRPr="008323ED" w:rsidRDefault="008323ED" w:rsidP="008323ED">
            <w:pPr>
              <w:pStyle w:val="SIBulletList1"/>
            </w:pPr>
            <w:r w:rsidRPr="008323ED">
              <w:t>use</w:t>
            </w:r>
            <w:r w:rsidR="004A3E73">
              <w:t>d</w:t>
            </w:r>
            <w:r w:rsidRPr="008323ED">
              <w:t xml:space="preserve"> tools and equipment to </w:t>
            </w:r>
            <w:r w:rsidR="004A3E73">
              <w:t xml:space="preserve">excavate and </w:t>
            </w:r>
            <w:r w:rsidRPr="008323ED">
              <w:t>construct a water feature</w:t>
            </w:r>
          </w:p>
          <w:p w14:paraId="29C4321A" w14:textId="77777777" w:rsidR="00556C4C" w:rsidRDefault="004A3E73" w:rsidP="002E295A">
            <w:pPr>
              <w:pStyle w:val="SIBulletList1"/>
            </w:pPr>
            <w:r>
              <w:t xml:space="preserve">checked quality of work and </w:t>
            </w:r>
            <w:r w:rsidR="008323ED" w:rsidRPr="008323ED">
              <w:t>clean</w:t>
            </w:r>
            <w:r>
              <w:t>ed</w:t>
            </w:r>
            <w:r w:rsidR="008323ED" w:rsidRPr="008323ED">
              <w:t xml:space="preserve"> up the site</w:t>
            </w:r>
          </w:p>
          <w:p w14:paraId="3F4E2EAA" w14:textId="2687BF64" w:rsidR="001D30CB" w:rsidRPr="000754EC" w:rsidRDefault="001D30CB" w:rsidP="002E295A">
            <w:pPr>
              <w:pStyle w:val="SIBulletList1"/>
            </w:pPr>
            <w:r>
              <w:t>reported unserviceable tools and equipment.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2E295A" w:rsidRDefault="00DA54B5" w:rsidP="002E295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E295A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65D36EEB" w14:textId="2B6F9CAF" w:rsidR="001D30CB" w:rsidRPr="001D30CB" w:rsidRDefault="001D30CB" w:rsidP="001D30CB">
            <w:pPr>
              <w:pStyle w:val="SIBulletList1"/>
            </w:pPr>
            <w:r>
              <w:t xml:space="preserve">workplace </w:t>
            </w:r>
            <w:r w:rsidRPr="001D30CB">
              <w:t xml:space="preserve">requirements applicable to health and safety in the workplace for </w:t>
            </w:r>
            <w:r w:rsidR="00FD76F7">
              <w:t>install</w:t>
            </w:r>
            <w:r w:rsidR="007E08BB">
              <w:t>at</w:t>
            </w:r>
            <w:r w:rsidRPr="001D30CB">
              <w:t>i</w:t>
            </w:r>
            <w:r w:rsidR="007E08BB">
              <w:t>o</w:t>
            </w:r>
            <w:r w:rsidRPr="001D30CB">
              <w:t>n</w:t>
            </w:r>
            <w:r w:rsidR="007E08BB">
              <w:t xml:space="preserve"> of</w:t>
            </w:r>
            <w:r w:rsidRPr="001D30CB">
              <w:t xml:space="preserve"> </w:t>
            </w:r>
            <w:r w:rsidR="00FD76F7">
              <w:t>water</w:t>
            </w:r>
            <w:r w:rsidRPr="001D30CB">
              <w:t xml:space="preserve"> features, including appropriate use of personal protective equipment (PPE)</w:t>
            </w:r>
          </w:p>
          <w:p w14:paraId="5989784B" w14:textId="79EA33FB" w:rsidR="008323ED" w:rsidRPr="008323ED" w:rsidRDefault="008323ED" w:rsidP="008323ED">
            <w:pPr>
              <w:pStyle w:val="SIBulletList1"/>
            </w:pPr>
            <w:r w:rsidRPr="008323ED">
              <w:t>principles and practices of water feature installation</w:t>
            </w:r>
            <w:r w:rsidR="001D30CB">
              <w:t>, including:</w:t>
            </w:r>
          </w:p>
          <w:p w14:paraId="09D8AA98" w14:textId="77777777" w:rsidR="008323ED" w:rsidRPr="008323ED" w:rsidRDefault="008323ED" w:rsidP="001D30CB">
            <w:pPr>
              <w:pStyle w:val="SIBulletList2"/>
            </w:pPr>
            <w:r w:rsidRPr="008323ED">
              <w:t xml:space="preserve">pipe sizes, </w:t>
            </w:r>
            <w:proofErr w:type="gramStart"/>
            <w:r w:rsidRPr="008323ED">
              <w:t>types</w:t>
            </w:r>
            <w:proofErr w:type="gramEnd"/>
            <w:r w:rsidRPr="008323ED">
              <w:t xml:space="preserve"> and applications</w:t>
            </w:r>
          </w:p>
          <w:p w14:paraId="5815386C" w14:textId="77777777" w:rsidR="008323ED" w:rsidRPr="008323ED" w:rsidRDefault="008323ED" w:rsidP="001D30CB">
            <w:pPr>
              <w:pStyle w:val="SIBulletList2"/>
            </w:pPr>
            <w:r w:rsidRPr="008323ED">
              <w:t>pumping systems and accessories associated with water features</w:t>
            </w:r>
          </w:p>
          <w:p w14:paraId="412271B5" w14:textId="77777777" w:rsidR="008323ED" w:rsidRPr="008323ED" w:rsidRDefault="008323ED" w:rsidP="001D30CB">
            <w:pPr>
              <w:pStyle w:val="SIBulletList2"/>
            </w:pPr>
            <w:r w:rsidRPr="008323ED">
              <w:t>set-out techniques</w:t>
            </w:r>
          </w:p>
          <w:p w14:paraId="594042BC" w14:textId="1C70DCF5" w:rsidR="00F1480E" w:rsidRPr="000754EC" w:rsidRDefault="008323ED" w:rsidP="001D30CB">
            <w:pPr>
              <w:pStyle w:val="SIBulletList2"/>
            </w:pPr>
            <w:r w:rsidRPr="008323ED">
              <w:t>water treatment methods</w:t>
            </w:r>
            <w:r w:rsidR="001D30CB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4B2F522A" w14:textId="77777777" w:rsidR="002E295A" w:rsidRPr="002E295A" w:rsidRDefault="002E295A" w:rsidP="002E295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E295A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716FE7D3" w14:textId="77777777" w:rsidR="002E295A" w:rsidRPr="002E295A" w:rsidRDefault="002E295A" w:rsidP="002E295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2E295A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6D1D904C" w14:textId="77777777" w:rsidR="002E295A" w:rsidRPr="002E295A" w:rsidRDefault="002E295A" w:rsidP="002E295A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E295A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 workplace conditions</w:t>
            </w:r>
          </w:p>
          <w:p w14:paraId="22359D2F" w14:textId="77777777" w:rsidR="002E295A" w:rsidRPr="002E295A" w:rsidRDefault="002E295A" w:rsidP="002E295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2E295A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2E295A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2E295A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7DDBEB5D" w14:textId="7C136FD9" w:rsidR="002E295A" w:rsidRPr="002E295A" w:rsidRDefault="002E295A" w:rsidP="002E295A">
            <w:pPr>
              <w:pStyle w:val="SIBulletList2"/>
              <w:rPr>
                <w:rFonts w:eastAsia="Calibri"/>
              </w:rPr>
            </w:pPr>
            <w:r w:rsidRPr="002E295A">
              <w:t xml:space="preserve">workplace procedures applicable to </w:t>
            </w:r>
            <w:r w:rsidR="001D30CB">
              <w:t>installing water</w:t>
            </w:r>
            <w:r w:rsidRPr="002E295A">
              <w:t xml:space="preserve"> features</w:t>
            </w:r>
          </w:p>
          <w:p w14:paraId="78E14013" w14:textId="5841221B" w:rsidR="002E295A" w:rsidRPr="002E295A" w:rsidRDefault="002E295A" w:rsidP="002E295A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E295A">
              <w:t xml:space="preserve">materials, </w:t>
            </w:r>
            <w:proofErr w:type="gramStart"/>
            <w:r w:rsidRPr="002E295A">
              <w:rPr>
                <w:rStyle w:val="SITemporaryText-red"/>
                <w:rFonts w:eastAsia="Calibri"/>
                <w:color w:val="auto"/>
                <w:sz w:val="20"/>
              </w:rPr>
              <w:t>tools</w:t>
            </w:r>
            <w:proofErr w:type="gramEnd"/>
            <w:r w:rsidRPr="002E295A">
              <w:rPr>
                <w:rStyle w:val="SITemporaryText-red"/>
                <w:rFonts w:eastAsia="Calibri"/>
                <w:color w:val="auto"/>
                <w:sz w:val="20"/>
              </w:rPr>
              <w:t xml:space="preserve"> and equipment applicable to </w:t>
            </w:r>
            <w:r w:rsidR="001D30CB">
              <w:t xml:space="preserve">installing </w:t>
            </w:r>
            <w:r w:rsidR="001D30CB" w:rsidRPr="001D30CB">
              <w:t>water</w:t>
            </w:r>
            <w:r w:rsidR="001D30CB">
              <w:t xml:space="preserve"> </w:t>
            </w:r>
            <w:r w:rsidRPr="002E295A">
              <w:t>features</w:t>
            </w:r>
          </w:p>
          <w:p w14:paraId="74640B51" w14:textId="34FFACE3" w:rsidR="002E295A" w:rsidRPr="002E295A" w:rsidRDefault="002E295A" w:rsidP="002E295A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E295A">
              <w:t xml:space="preserve">PPE applicable to </w:t>
            </w:r>
            <w:r w:rsidR="001D30CB">
              <w:t xml:space="preserve">installing </w:t>
            </w:r>
            <w:r w:rsidR="001D30CB" w:rsidRPr="001D30CB">
              <w:t>water</w:t>
            </w:r>
            <w:r w:rsidR="001D30CB">
              <w:t xml:space="preserve"> </w:t>
            </w:r>
            <w:r w:rsidRPr="002E295A">
              <w:t>features</w:t>
            </w:r>
          </w:p>
          <w:p w14:paraId="3D130A5A" w14:textId="77777777" w:rsidR="002E295A" w:rsidRPr="002E295A" w:rsidRDefault="002E295A" w:rsidP="002E295A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E295A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1E80F624" w14:textId="210148B4" w:rsidR="002E295A" w:rsidRPr="002E295A" w:rsidRDefault="002E295A" w:rsidP="002E295A">
            <w:pPr>
              <w:pStyle w:val="SIBulletList2"/>
              <w:rPr>
                <w:rFonts w:eastAsia="Calibri"/>
              </w:rPr>
            </w:pPr>
            <w:r w:rsidRPr="002E295A">
              <w:rPr>
                <w:rFonts w:eastAsia="Calibri"/>
              </w:rPr>
              <w:t xml:space="preserve">workplace requirements applicable to health and safety in the workplace for </w:t>
            </w:r>
            <w:r w:rsidR="001D30CB">
              <w:t xml:space="preserve">installing </w:t>
            </w:r>
            <w:r w:rsidR="001D30CB" w:rsidRPr="001D30CB">
              <w:t>water</w:t>
            </w:r>
            <w:r w:rsidRPr="002E295A">
              <w:t xml:space="preserve"> features</w:t>
            </w:r>
          </w:p>
          <w:p w14:paraId="546F7594" w14:textId="0EC7FE00" w:rsidR="002E295A" w:rsidRPr="002E295A" w:rsidRDefault="002E295A" w:rsidP="002E295A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E295A">
              <w:t xml:space="preserve">site plans, design drawings and specifications applicable </w:t>
            </w:r>
            <w:r w:rsidR="001D30CB">
              <w:t xml:space="preserve">to installing </w:t>
            </w:r>
            <w:r w:rsidR="001D30CB" w:rsidRPr="001D30CB">
              <w:t>water</w:t>
            </w:r>
            <w:r w:rsidRPr="002E295A">
              <w:t xml:space="preserve"> features</w:t>
            </w:r>
          </w:p>
          <w:p w14:paraId="52FE98F0" w14:textId="77777777" w:rsidR="002E295A" w:rsidRPr="002E295A" w:rsidRDefault="002E295A" w:rsidP="002E295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2E295A">
              <w:rPr>
                <w:rStyle w:val="SITemporaryText-red"/>
                <w:color w:val="auto"/>
                <w:sz w:val="20"/>
              </w:rPr>
              <w:t>timeframes:</w:t>
            </w:r>
          </w:p>
          <w:p w14:paraId="0C3E17CA" w14:textId="77777777" w:rsidR="002E295A" w:rsidRPr="002E295A" w:rsidRDefault="002E295A" w:rsidP="002E295A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2E295A">
              <w:rPr>
                <w:rStyle w:val="SITemporaryText-red"/>
                <w:color w:val="auto"/>
                <w:sz w:val="20"/>
              </w:rPr>
              <w:t>according to job requirements.</w:t>
            </w:r>
          </w:p>
          <w:p w14:paraId="3DE0592A" w14:textId="77777777" w:rsidR="00DA54B5" w:rsidRPr="002E295A" w:rsidRDefault="00DA54B5" w:rsidP="002E295A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482E5751" w:rsidR="00DA54B5" w:rsidRPr="002E295A" w:rsidRDefault="00DA54B5" w:rsidP="002E295A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E295A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2F23F0FE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441540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1D4066" w14:textId="77777777" w:rsidR="002F640D" w:rsidRDefault="002F640D" w:rsidP="00BF3F0A">
      <w:r>
        <w:separator/>
      </w:r>
    </w:p>
    <w:p w14:paraId="0F3C5A35" w14:textId="77777777" w:rsidR="002F640D" w:rsidRDefault="002F640D"/>
  </w:endnote>
  <w:endnote w:type="continuationSeparator" w:id="0">
    <w:p w14:paraId="2B34485C" w14:textId="77777777" w:rsidR="002F640D" w:rsidRDefault="002F640D" w:rsidP="00BF3F0A">
      <w:r>
        <w:continuationSeparator/>
      </w:r>
    </w:p>
    <w:p w14:paraId="0FC8BA8E" w14:textId="77777777" w:rsidR="002F640D" w:rsidRDefault="002F640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B1FBEE" w14:textId="77777777" w:rsidR="002F640D" w:rsidRDefault="002F640D" w:rsidP="00BF3F0A">
      <w:r>
        <w:separator/>
      </w:r>
    </w:p>
    <w:p w14:paraId="441A93FB" w14:textId="77777777" w:rsidR="002F640D" w:rsidRDefault="002F640D"/>
  </w:footnote>
  <w:footnote w:type="continuationSeparator" w:id="0">
    <w:p w14:paraId="3DA54709" w14:textId="77777777" w:rsidR="002F640D" w:rsidRDefault="002F640D" w:rsidP="00BF3F0A">
      <w:r>
        <w:continuationSeparator/>
      </w:r>
    </w:p>
    <w:p w14:paraId="08A2EF5A" w14:textId="77777777" w:rsidR="002F640D" w:rsidRDefault="002F640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78417E4E" w:rsidR="009C2650" w:rsidRPr="008323ED" w:rsidRDefault="008323ED" w:rsidP="008323ED">
    <w:r w:rsidRPr="008323ED">
      <w:rPr>
        <w:lang w:eastAsia="en-US"/>
      </w:rPr>
      <w:t>AHCLSC309 Install water features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C5664"/>
    <w:multiLevelType w:val="multilevel"/>
    <w:tmpl w:val="F844D7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CC6508"/>
    <w:multiLevelType w:val="multilevel"/>
    <w:tmpl w:val="7152D3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C4C7CB6"/>
    <w:multiLevelType w:val="multilevel"/>
    <w:tmpl w:val="3790D9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B30996"/>
    <w:multiLevelType w:val="multilevel"/>
    <w:tmpl w:val="E32EE1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1" w15:restartNumberingAfterBreak="0">
    <w:nsid w:val="143737F0"/>
    <w:multiLevelType w:val="multilevel"/>
    <w:tmpl w:val="4EA6A8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7A65FB8"/>
    <w:multiLevelType w:val="multilevel"/>
    <w:tmpl w:val="A59255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8B922D5"/>
    <w:multiLevelType w:val="multilevel"/>
    <w:tmpl w:val="E21832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9C00C2D"/>
    <w:multiLevelType w:val="multilevel"/>
    <w:tmpl w:val="9C0E5B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B774DA0"/>
    <w:multiLevelType w:val="multilevel"/>
    <w:tmpl w:val="50622C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BCA532E"/>
    <w:multiLevelType w:val="multilevel"/>
    <w:tmpl w:val="AEC66B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09E0640"/>
    <w:multiLevelType w:val="multilevel"/>
    <w:tmpl w:val="04A21E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5014628"/>
    <w:multiLevelType w:val="multilevel"/>
    <w:tmpl w:val="500676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6A00C90"/>
    <w:multiLevelType w:val="multilevel"/>
    <w:tmpl w:val="60C280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92B0460"/>
    <w:multiLevelType w:val="multilevel"/>
    <w:tmpl w:val="F3688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310C6977"/>
    <w:multiLevelType w:val="multilevel"/>
    <w:tmpl w:val="807228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411031BD"/>
    <w:multiLevelType w:val="multilevel"/>
    <w:tmpl w:val="CF44EE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1470540"/>
    <w:multiLevelType w:val="multilevel"/>
    <w:tmpl w:val="184678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681C37"/>
    <w:multiLevelType w:val="multilevel"/>
    <w:tmpl w:val="4446C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9" w15:restartNumberingAfterBreak="0">
    <w:nsid w:val="50C550C2"/>
    <w:multiLevelType w:val="multilevel"/>
    <w:tmpl w:val="EC621A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4F6226D"/>
    <w:multiLevelType w:val="multilevel"/>
    <w:tmpl w:val="BEC634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76F1669"/>
    <w:multiLevelType w:val="multilevel"/>
    <w:tmpl w:val="DBE43A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15462C"/>
    <w:multiLevelType w:val="multilevel"/>
    <w:tmpl w:val="A3E867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4825B6"/>
    <w:multiLevelType w:val="multilevel"/>
    <w:tmpl w:val="DD5828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8EC38E7"/>
    <w:multiLevelType w:val="multilevel"/>
    <w:tmpl w:val="8FB45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10"/>
  </w:num>
  <w:num w:numId="3">
    <w:abstractNumId w:val="4"/>
  </w:num>
  <w:num w:numId="4">
    <w:abstractNumId w:val="35"/>
  </w:num>
  <w:num w:numId="5">
    <w:abstractNumId w:val="1"/>
  </w:num>
  <w:num w:numId="6">
    <w:abstractNumId w:val="21"/>
  </w:num>
  <w:num w:numId="7">
    <w:abstractNumId w:val="3"/>
  </w:num>
  <w:num w:numId="8">
    <w:abstractNumId w:val="0"/>
  </w:num>
  <w:num w:numId="9">
    <w:abstractNumId w:val="34"/>
  </w:num>
  <w:num w:numId="10">
    <w:abstractNumId w:val="26"/>
  </w:num>
  <w:num w:numId="11">
    <w:abstractNumId w:val="32"/>
  </w:num>
  <w:num w:numId="12">
    <w:abstractNumId w:val="28"/>
  </w:num>
  <w:num w:numId="13">
    <w:abstractNumId w:val="37"/>
  </w:num>
  <w:num w:numId="14">
    <w:abstractNumId w:val="7"/>
  </w:num>
  <w:num w:numId="15">
    <w:abstractNumId w:val="8"/>
  </w:num>
  <w:num w:numId="16">
    <w:abstractNumId w:val="38"/>
  </w:num>
  <w:num w:numId="17">
    <w:abstractNumId w:val="27"/>
  </w:num>
  <w:num w:numId="18">
    <w:abstractNumId w:val="5"/>
  </w:num>
  <w:num w:numId="19">
    <w:abstractNumId w:val="13"/>
  </w:num>
  <w:num w:numId="20">
    <w:abstractNumId w:val="2"/>
  </w:num>
  <w:num w:numId="21">
    <w:abstractNumId w:val="29"/>
  </w:num>
  <w:num w:numId="22">
    <w:abstractNumId w:val="30"/>
  </w:num>
  <w:num w:numId="23">
    <w:abstractNumId w:val="24"/>
  </w:num>
  <w:num w:numId="24">
    <w:abstractNumId w:val="33"/>
  </w:num>
  <w:num w:numId="25">
    <w:abstractNumId w:val="12"/>
  </w:num>
  <w:num w:numId="26">
    <w:abstractNumId w:val="36"/>
  </w:num>
  <w:num w:numId="27">
    <w:abstractNumId w:val="9"/>
  </w:num>
  <w:num w:numId="28">
    <w:abstractNumId w:val="20"/>
  </w:num>
  <w:num w:numId="29">
    <w:abstractNumId w:val="16"/>
  </w:num>
  <w:num w:numId="30">
    <w:abstractNumId w:val="39"/>
  </w:num>
  <w:num w:numId="31">
    <w:abstractNumId w:val="11"/>
  </w:num>
  <w:num w:numId="32">
    <w:abstractNumId w:val="18"/>
  </w:num>
  <w:num w:numId="33">
    <w:abstractNumId w:val="22"/>
  </w:num>
  <w:num w:numId="34">
    <w:abstractNumId w:val="15"/>
  </w:num>
  <w:num w:numId="35">
    <w:abstractNumId w:val="6"/>
  </w:num>
  <w:num w:numId="36">
    <w:abstractNumId w:val="25"/>
  </w:num>
  <w:num w:numId="37">
    <w:abstractNumId w:val="14"/>
  </w:num>
  <w:num w:numId="38">
    <w:abstractNumId w:val="31"/>
  </w:num>
  <w:num w:numId="39">
    <w:abstractNumId w:val="17"/>
  </w:num>
  <w:num w:numId="4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03B0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3D92"/>
    <w:rsid w:val="00156EF3"/>
    <w:rsid w:val="00176E4F"/>
    <w:rsid w:val="0018546B"/>
    <w:rsid w:val="00187C90"/>
    <w:rsid w:val="00196812"/>
    <w:rsid w:val="001A1C18"/>
    <w:rsid w:val="001A6A3E"/>
    <w:rsid w:val="001A7B6D"/>
    <w:rsid w:val="001B34D5"/>
    <w:rsid w:val="001B513A"/>
    <w:rsid w:val="001C0A75"/>
    <w:rsid w:val="001C1306"/>
    <w:rsid w:val="001D30CB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DDD"/>
    <w:rsid w:val="00223124"/>
    <w:rsid w:val="00232D1F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295A"/>
    <w:rsid w:val="002F640D"/>
    <w:rsid w:val="00305EFF"/>
    <w:rsid w:val="00310A6A"/>
    <w:rsid w:val="003144E6"/>
    <w:rsid w:val="00337E82"/>
    <w:rsid w:val="00346FDC"/>
    <w:rsid w:val="00350BB1"/>
    <w:rsid w:val="00352C83"/>
    <w:rsid w:val="00365EA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00B3"/>
    <w:rsid w:val="003D2E73"/>
    <w:rsid w:val="003E72B6"/>
    <w:rsid w:val="003E7BBE"/>
    <w:rsid w:val="004127E3"/>
    <w:rsid w:val="0043212E"/>
    <w:rsid w:val="00434366"/>
    <w:rsid w:val="00434ECE"/>
    <w:rsid w:val="00435D33"/>
    <w:rsid w:val="00440E30"/>
    <w:rsid w:val="00441540"/>
    <w:rsid w:val="00444423"/>
    <w:rsid w:val="0044688B"/>
    <w:rsid w:val="00452F3E"/>
    <w:rsid w:val="0046239A"/>
    <w:rsid w:val="004640AE"/>
    <w:rsid w:val="004679E3"/>
    <w:rsid w:val="00475172"/>
    <w:rsid w:val="004758B0"/>
    <w:rsid w:val="004832D2"/>
    <w:rsid w:val="00485559"/>
    <w:rsid w:val="0048603E"/>
    <w:rsid w:val="0049037E"/>
    <w:rsid w:val="004A142B"/>
    <w:rsid w:val="004A3860"/>
    <w:rsid w:val="004A3E73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4EDC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66B60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385B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79FD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850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08BB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23ED"/>
    <w:rsid w:val="00834BC8"/>
    <w:rsid w:val="00837FD6"/>
    <w:rsid w:val="00847B60"/>
    <w:rsid w:val="00850243"/>
    <w:rsid w:val="00851BE5"/>
    <w:rsid w:val="008545EB"/>
    <w:rsid w:val="008576F1"/>
    <w:rsid w:val="00865011"/>
    <w:rsid w:val="008831C7"/>
    <w:rsid w:val="00883490"/>
    <w:rsid w:val="00886790"/>
    <w:rsid w:val="008908DE"/>
    <w:rsid w:val="008A12ED"/>
    <w:rsid w:val="008A39D3"/>
    <w:rsid w:val="008B2C77"/>
    <w:rsid w:val="008B4AD2"/>
    <w:rsid w:val="008B4BF5"/>
    <w:rsid w:val="008B7138"/>
    <w:rsid w:val="008C5133"/>
    <w:rsid w:val="008E260C"/>
    <w:rsid w:val="008E39BE"/>
    <w:rsid w:val="008E62EC"/>
    <w:rsid w:val="008F32F6"/>
    <w:rsid w:val="008F68BB"/>
    <w:rsid w:val="00916CD7"/>
    <w:rsid w:val="00920927"/>
    <w:rsid w:val="00921B38"/>
    <w:rsid w:val="00923720"/>
    <w:rsid w:val="009278C9"/>
    <w:rsid w:val="0093186C"/>
    <w:rsid w:val="00932CD7"/>
    <w:rsid w:val="00944C09"/>
    <w:rsid w:val="00944E06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77A5"/>
    <w:rsid w:val="009F0DCC"/>
    <w:rsid w:val="009F11CA"/>
    <w:rsid w:val="00A0695B"/>
    <w:rsid w:val="00A13052"/>
    <w:rsid w:val="00A16077"/>
    <w:rsid w:val="00A216A8"/>
    <w:rsid w:val="00A223A6"/>
    <w:rsid w:val="00A35C7C"/>
    <w:rsid w:val="00A36156"/>
    <w:rsid w:val="00A3639E"/>
    <w:rsid w:val="00A37E7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B51ED"/>
    <w:rsid w:val="00AC0696"/>
    <w:rsid w:val="00AC4C98"/>
    <w:rsid w:val="00AC520F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5769D"/>
    <w:rsid w:val="00B61150"/>
    <w:rsid w:val="00B65BC7"/>
    <w:rsid w:val="00B746B9"/>
    <w:rsid w:val="00B848D4"/>
    <w:rsid w:val="00B865B7"/>
    <w:rsid w:val="00B91B97"/>
    <w:rsid w:val="00BA1CB1"/>
    <w:rsid w:val="00BA4178"/>
    <w:rsid w:val="00BA482D"/>
    <w:rsid w:val="00BB1755"/>
    <w:rsid w:val="00BB23F4"/>
    <w:rsid w:val="00BC3542"/>
    <w:rsid w:val="00BC5075"/>
    <w:rsid w:val="00BC5419"/>
    <w:rsid w:val="00BD3B0F"/>
    <w:rsid w:val="00BD40A8"/>
    <w:rsid w:val="00BE5889"/>
    <w:rsid w:val="00BF1D4C"/>
    <w:rsid w:val="00BF3F0A"/>
    <w:rsid w:val="00C05B92"/>
    <w:rsid w:val="00C143C3"/>
    <w:rsid w:val="00C1739B"/>
    <w:rsid w:val="00C21ADE"/>
    <w:rsid w:val="00C26067"/>
    <w:rsid w:val="00C30A29"/>
    <w:rsid w:val="00C317DC"/>
    <w:rsid w:val="00C55725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260B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29AB"/>
    <w:rsid w:val="00DA3C10"/>
    <w:rsid w:val="00DA50A8"/>
    <w:rsid w:val="00DA53B5"/>
    <w:rsid w:val="00DA54B5"/>
    <w:rsid w:val="00DC1D69"/>
    <w:rsid w:val="00DC5A3A"/>
    <w:rsid w:val="00DD0726"/>
    <w:rsid w:val="00E10071"/>
    <w:rsid w:val="00E238E6"/>
    <w:rsid w:val="00E34CD8"/>
    <w:rsid w:val="00E35064"/>
    <w:rsid w:val="00E3681D"/>
    <w:rsid w:val="00E40225"/>
    <w:rsid w:val="00E43468"/>
    <w:rsid w:val="00E501F0"/>
    <w:rsid w:val="00E6166D"/>
    <w:rsid w:val="00E721C0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36199"/>
    <w:rsid w:val="00F4151F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90C45"/>
    <w:rsid w:val="00FB232E"/>
    <w:rsid w:val="00FD557D"/>
    <w:rsid w:val="00FD76F7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89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4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1701B0CB8C4342A96DE923237A24F1" ma:contentTypeVersion="3" ma:contentTypeDescription="Create a new document." ma:contentTypeScope="" ma:versionID="c6095a326ae2c4e654b004345b60973f">
  <xsd:schema xmlns:xsd="http://www.w3.org/2001/XMLSchema" xmlns:xs="http://www.w3.org/2001/XMLSchema" xmlns:p="http://schemas.microsoft.com/office/2006/metadata/properties" xmlns:ns2="1b6c62f6-5287-445c-95c2-5bb291441dd9" targetNamespace="http://schemas.microsoft.com/office/2006/metadata/properties" ma:root="true" ma:fieldsID="d242d6e4428b8f30318aca7c5d2a7282" ns2:_="">
    <xsd:import namespace="1b6c62f6-5287-445c-95c2-5bb291441d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6c62f6-5287-445c-95c2-5bb291441d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b6c62f6-5287-445c-95c2-5bb291441dd9">Validation</Project_x0020_Phase>
  </documentManagement>
</p:properties>
</file>

<file path=customXml/itemProps1.xml><?xml version="1.0" encoding="utf-8"?>
<ds:datastoreItem xmlns:ds="http://schemas.openxmlformats.org/officeDocument/2006/customXml" ds:itemID="{32CA72C6-6FD2-43F1-824A-8DA254F53F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6c62f6-5287-445c-95c2-5bb291441d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D09160C-6CA0-4861-8D76-4E38BE863BF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1b6c62f6-5287-445c-95c2-5bb291441dd9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179</TotalTime>
  <Pages>4</Pages>
  <Words>985</Words>
  <Characters>5617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Rebecca Ford</cp:lastModifiedBy>
  <cp:revision>33</cp:revision>
  <cp:lastPrinted>2016-05-27T05:21:00Z</cp:lastPrinted>
  <dcterms:created xsi:type="dcterms:W3CDTF">2020-08-25T06:08:00Z</dcterms:created>
  <dcterms:modified xsi:type="dcterms:W3CDTF">2021-06-08T06:24:00Z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0x0101004B1701B0CB8C4342A96DE923237A24F1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